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proofErr w:type="spellStart"/>
      <w:r w:rsidRPr="00986260">
        <w:rPr>
          <w:rStyle w:val="Siln"/>
        </w:rPr>
        <w:t>ZRS</w:t>
      </w:r>
      <w:proofErr w:type="spellEnd"/>
      <w:r w:rsidRPr="00986260">
        <w:rPr>
          <w:rStyle w:val="Siln"/>
        </w:rPr>
        <w:t>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1B206403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7016EC" w:rsidRPr="00010F86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7016EC" w:rsidRPr="00010F86">
        <w:rPr>
          <w:rFonts w:eastAsia="Times New Roman" w:cs="Times New Roman"/>
          <w:b/>
          <w:highlight w:val="yellow"/>
          <w:lang w:eastAsia="cs-CZ"/>
        </w:rPr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7016EC" w:rsidRPr="00010F86">
        <w:rPr>
          <w:rFonts w:eastAsia="Times New Roman" w:cs="Times New Roman"/>
          <w:b/>
          <w:noProof/>
          <w:highlight w:val="yellow"/>
          <w:lang w:eastAsia="cs-CZ"/>
        </w:rPr>
        <w:t>[DOPLNÍ ÚČASTNÍK]</w:t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end"/>
      </w:r>
      <w:bookmarkEnd w:id="0"/>
    </w:p>
    <w:p w14:paraId="59466B6D" w14:textId="7D24AFB8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E" w14:textId="72923D56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F" w14:textId="2904B5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610A5C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7016EC">
        <w:rPr>
          <w:rFonts w:eastAsia="Times New Roman" w:cs="Times New Roman"/>
          <w:b/>
          <w:lang w:eastAsia="cs-CZ"/>
        </w:rPr>
        <w:t>„</w:t>
      </w:r>
      <w:bookmarkEnd w:id="1"/>
      <w:r w:rsidR="005D2742" w:rsidRPr="005D2742">
        <w:rPr>
          <w:b/>
          <w:bCs/>
        </w:rPr>
        <w:t>Vypracování projektové dokumentace „Prostá rekonstrukce trati v úseku Mníšek u Liberce – Raspenava“ obnova mostních objektů</w:t>
      </w:r>
      <w:r w:rsidRPr="007016EC">
        <w:rPr>
          <w:rFonts w:eastAsia="Times New Roman" w:cs="Times New Roman"/>
          <w:b/>
          <w:lang w:eastAsia="cs-CZ"/>
        </w:rPr>
        <w:t>“</w:t>
      </w:r>
      <w:r w:rsidRPr="007016E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 xml:space="preserve">informace, které nemohou být v registru smluv uveřejněny na základě ustanovení § 3 odst. 1 </w:t>
      </w:r>
      <w:proofErr w:type="spellStart"/>
      <w:r w:rsidR="00D45C59" w:rsidRPr="00D45C59">
        <w:rPr>
          <w:rFonts w:eastAsia="Calibri" w:cs="Times New Roman"/>
        </w:rPr>
        <w:t>ZRS</w:t>
      </w:r>
      <w:proofErr w:type="spellEnd"/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</w:t>
            </w:r>
            <w:proofErr w:type="spellStart"/>
            <w:r w:rsidRPr="00986260">
              <w:rPr>
                <w:rStyle w:val="Siln"/>
              </w:rPr>
              <w:t>ZRS</w:t>
            </w:r>
            <w:proofErr w:type="spellEnd"/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3D469770" w:rsidR="00AC2CF0" w:rsidRPr="007308BA" w:rsidRDefault="0005457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575480779"/>
                <w:placeholder>
                  <w:docPart w:val="E88B00B6B10343948320FEE73DD118E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06AA7ACE" w:rsidR="00AC2CF0" w:rsidRPr="007308BA" w:rsidRDefault="0005457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96050821"/>
                <w:placeholder>
                  <w:docPart w:val="9297696D51984ADDA139AF77372A8DD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</w:t>
      </w:r>
      <w:proofErr w:type="spellStart"/>
      <w:r>
        <w:rPr>
          <w:rFonts w:eastAsia="Calibri" w:cs="Times New Roman"/>
        </w:rPr>
        <w:t>ZRS</w:t>
      </w:r>
      <w:proofErr w:type="spellEnd"/>
      <w:r>
        <w:rPr>
          <w:rFonts w:eastAsia="Calibri" w:cs="Times New Roman"/>
        </w:rPr>
        <w:t xml:space="preserve">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794E25BD" w:rsidR="009F392E" w:rsidRPr="00AA121C" w:rsidRDefault="008145D7" w:rsidP="00AA121C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</w:t>
      </w:r>
      <w:proofErr w:type="spellStart"/>
      <w:r>
        <w:rPr>
          <w:rFonts w:eastAsia="Calibri" w:cs="Times New Roman"/>
        </w:rPr>
        <w:t>ZRS</w:t>
      </w:r>
      <w:proofErr w:type="spellEnd"/>
      <w:r>
        <w:rPr>
          <w:rFonts w:eastAsia="Calibri" w:cs="Times New Roman"/>
        </w:rPr>
        <w:t>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proofErr w:type="spellStart"/>
      <w:r w:rsidR="00D45C59">
        <w:rPr>
          <w:rFonts w:eastAsia="Calibri" w:cs="Times New Roman"/>
        </w:rPr>
        <w:t>ZRS</w:t>
      </w:r>
      <w:proofErr w:type="spellEnd"/>
      <w:r w:rsidR="00D45C59">
        <w:rPr>
          <w:rFonts w:eastAsia="Calibri" w:cs="Times New Roman"/>
        </w:rPr>
        <w:t xml:space="preserve"> a která v důsledku toho bude pro účely uveřejnění smlouvy v registru smluv znečitelněna, pokud by smlouva v důsledku takového označení byla uveřejněna způsobem odporujícím </w:t>
      </w:r>
      <w:proofErr w:type="spellStart"/>
      <w:r w:rsidR="00D45C59">
        <w:rPr>
          <w:rFonts w:eastAsia="Calibri" w:cs="Times New Roman"/>
        </w:rPr>
        <w:t>ZRS</w:t>
      </w:r>
      <w:proofErr w:type="spellEnd"/>
      <w:r w:rsidR="00D45C59">
        <w:rPr>
          <w:rFonts w:eastAsia="Calibri" w:cs="Times New Roman"/>
        </w:rPr>
        <w:t>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AA121C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proofErr w:type="spellStart"/>
          <w:r>
            <w:t>www.sprava</w:t>
          </w:r>
          <w:r w:rsidR="007236BA">
            <w:t>zeleznic</w:t>
          </w:r>
          <w:r w:rsidR="00F1715C">
            <w:t>.cz</w:t>
          </w:r>
          <w:proofErr w:type="spellEnd"/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2A3A9" w14:textId="5F7111BE" w:rsidR="005D2742" w:rsidRDefault="005D27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56F71E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24114421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45AF6A9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7016EC">
      <w:rPr>
        <w:rStyle w:val="Zvraznn"/>
      </w:rPr>
      <w:t>7</w:t>
    </w:r>
    <w:r>
      <w:rPr>
        <w:rStyle w:val="Zvraznn"/>
      </w:rPr>
      <w:t xml:space="preserve">.2 a </w:t>
    </w:r>
    <w:r w:rsidR="007016EC">
      <w:rPr>
        <w:rStyle w:val="Zvraznn"/>
      </w:rPr>
      <w:t>7</w:t>
    </w:r>
    <w:r w:rsidR="005F15EC">
      <w:rPr>
        <w:rStyle w:val="Zvraznn"/>
      </w:rPr>
      <w:t>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4576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316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62E9B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081A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2742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2E2D"/>
    <w:rsid w:val="006A5570"/>
    <w:rsid w:val="006A689C"/>
    <w:rsid w:val="006B3D79"/>
    <w:rsid w:val="006D7AFE"/>
    <w:rsid w:val="006E0578"/>
    <w:rsid w:val="006E314D"/>
    <w:rsid w:val="007016EC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720E"/>
    <w:rsid w:val="009B14A9"/>
    <w:rsid w:val="009B2E97"/>
    <w:rsid w:val="009E07F4"/>
    <w:rsid w:val="009F392E"/>
    <w:rsid w:val="009F7412"/>
    <w:rsid w:val="00A06F33"/>
    <w:rsid w:val="00A56F0E"/>
    <w:rsid w:val="00A6177B"/>
    <w:rsid w:val="00A66136"/>
    <w:rsid w:val="00A8346D"/>
    <w:rsid w:val="00AA121C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88B00B6B10343948320FEE73DD11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A6936-C414-4004-8E43-D19A8FE3E806}"/>
      </w:docPartPr>
      <w:docPartBody>
        <w:p w:rsidR="000C042E" w:rsidRDefault="000C042E" w:rsidP="000C042E">
          <w:pPr>
            <w:pStyle w:val="E88B00B6B10343948320FEE73DD118E8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297696D51984ADDA139AF77372A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A343A-BFC3-4495-B7A5-9F05B6CC386B}"/>
      </w:docPartPr>
      <w:docPartBody>
        <w:p w:rsidR="000C042E" w:rsidRDefault="000C042E" w:rsidP="000C042E">
          <w:pPr>
            <w:pStyle w:val="9297696D51984ADDA139AF77372A8DD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042E"/>
    <w:rsid w:val="00362E9B"/>
    <w:rsid w:val="0049171C"/>
    <w:rsid w:val="004C081A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042E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E88B00B6B10343948320FEE73DD118E8">
    <w:name w:val="E88B00B6B10343948320FEE73DD118E8"/>
    <w:rsid w:val="000C042E"/>
    <w:rPr>
      <w:kern w:val="2"/>
      <w14:ligatures w14:val="standardContextual"/>
    </w:rPr>
  </w:style>
  <w:style w:type="paragraph" w:customStyle="1" w:styleId="9297696D51984ADDA139AF77372A8DDD">
    <w:name w:val="9297696D51984ADDA139AF77372A8DDD"/>
    <w:rsid w:val="000C04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A99A26-29E6-4B2E-890A-786FE4AD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93</TotalTime>
  <Pages>1</Pages>
  <Words>491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16</cp:revision>
  <cp:lastPrinted>2017-11-28T17:18:00Z</cp:lastPrinted>
  <dcterms:created xsi:type="dcterms:W3CDTF">2023-11-16T10:29:00Z</dcterms:created>
  <dcterms:modified xsi:type="dcterms:W3CDTF">2025-09-11T08:16:00Z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